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7F4DE265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30D73" w:rsidRPr="00E30D73">
        <w:rPr>
          <w:rFonts w:ascii="Corbel" w:hAnsi="Corbel"/>
          <w:i/>
          <w:smallCaps/>
          <w:sz w:val="24"/>
          <w:szCs w:val="24"/>
        </w:rPr>
        <w:t>202</w:t>
      </w:r>
      <w:r w:rsidR="00FD13E1">
        <w:rPr>
          <w:rFonts w:ascii="Corbel" w:hAnsi="Corbel"/>
          <w:i/>
          <w:smallCaps/>
          <w:sz w:val="24"/>
          <w:szCs w:val="24"/>
        </w:rPr>
        <w:t>1</w:t>
      </w:r>
      <w:r w:rsidR="00E30D73" w:rsidRPr="00E30D73">
        <w:rPr>
          <w:rFonts w:ascii="Corbel" w:hAnsi="Corbel"/>
          <w:i/>
          <w:smallCaps/>
          <w:sz w:val="24"/>
          <w:szCs w:val="24"/>
        </w:rPr>
        <w:t>-202</w:t>
      </w:r>
      <w:r w:rsidR="00FD13E1">
        <w:rPr>
          <w:rFonts w:ascii="Corbel" w:hAnsi="Corbel"/>
          <w:i/>
          <w:smallCaps/>
          <w:sz w:val="24"/>
          <w:szCs w:val="24"/>
        </w:rPr>
        <w:t>4</w:t>
      </w:r>
    </w:p>
    <w:p w14:paraId="1350DC59" w14:textId="22ED90D0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</w:t>
      </w:r>
      <w:r w:rsidR="00FD13E1">
        <w:rPr>
          <w:rFonts w:ascii="Corbel" w:hAnsi="Corbel"/>
          <w:sz w:val="20"/>
          <w:szCs w:val="20"/>
        </w:rPr>
        <w:t>1</w:t>
      </w:r>
      <w:r w:rsidR="00E30D73">
        <w:rPr>
          <w:rFonts w:ascii="Corbel" w:hAnsi="Corbel"/>
          <w:sz w:val="20"/>
          <w:szCs w:val="20"/>
        </w:rPr>
        <w:t>/202</w:t>
      </w:r>
      <w:r w:rsidR="00FD13E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5BD3C01B" w:rsidR="0085747A" w:rsidRPr="00EC0E10" w:rsidRDefault="00EC0E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C0E1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0C326582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Dorota Jankowska</w:t>
            </w:r>
            <w:r>
              <w:br/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  <w:p w14:paraId="2EB75C0F" w14:textId="1A4D6468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Paweł </w:t>
            </w:r>
            <w:r w:rsidR="00EC0E10">
              <w:rPr>
                <w:rFonts w:ascii="Corbel" w:hAnsi="Corbel"/>
                <w:b w:val="0"/>
                <w:sz w:val="24"/>
                <w:szCs w:val="24"/>
              </w:rPr>
              <w:t>Zawora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1722364C" w:rsidR="00015B8F" w:rsidRPr="009C54AE" w:rsidRDefault="00EC0E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022C637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7BF0F6FD" w:rsidR="00015B8F" w:rsidRPr="009C54AE" w:rsidRDefault="009865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64EEA906" w:rsidR="0085747A" w:rsidRPr="009C54AE" w:rsidRDefault="00EC0E10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034F3B82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C0E1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884E10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E7A58" w14:textId="77777777" w:rsidR="00884E10" w:rsidRDefault="00884E10" w:rsidP="00C16ABF">
      <w:pPr>
        <w:spacing w:after="0" w:line="240" w:lineRule="auto"/>
      </w:pPr>
      <w:r>
        <w:separator/>
      </w:r>
    </w:p>
  </w:endnote>
  <w:endnote w:type="continuationSeparator" w:id="0">
    <w:p w14:paraId="50B99414" w14:textId="77777777" w:rsidR="00884E10" w:rsidRDefault="00884E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C2F" w14:textId="77777777" w:rsidR="00884E10" w:rsidRDefault="00884E10" w:rsidP="00C16ABF">
      <w:pPr>
        <w:spacing w:after="0" w:line="240" w:lineRule="auto"/>
      </w:pPr>
      <w:r>
        <w:separator/>
      </w:r>
    </w:p>
  </w:footnote>
  <w:footnote w:type="continuationSeparator" w:id="0">
    <w:p w14:paraId="4E7A431F" w14:textId="77777777" w:rsidR="00884E10" w:rsidRDefault="00884E10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355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4E1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5A9"/>
    <w:rsid w:val="00916188"/>
    <w:rsid w:val="00923D7D"/>
    <w:rsid w:val="009508DF"/>
    <w:rsid w:val="00950DAC"/>
    <w:rsid w:val="00954A07"/>
    <w:rsid w:val="00984B23"/>
    <w:rsid w:val="009865F5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E10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13E1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B9F7D6-1B26-4D12-8A80-80AC018E9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652271-38DC-4072-BC99-806B66B3B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1210</Words>
  <Characters>7263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20</cp:revision>
  <cp:lastPrinted>2019-02-06T12:12:00Z</cp:lastPrinted>
  <dcterms:created xsi:type="dcterms:W3CDTF">2020-10-18T19:36:00Z</dcterms:created>
  <dcterms:modified xsi:type="dcterms:W3CDTF">2021-09-03T08:56:00Z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